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0" w:after="0" w:line="240" w:lineRule="auto"/>
        <w:ind w:left="113" w:right="-20"/>
        <w:jc w:val="left"/>
        <w:rPr>
          <w:rFonts w:ascii="Georgia" w:hAnsi="Georgia" w:cs="Georgia" w:eastAsia="Georgia"/>
          <w:sz w:val="28"/>
          <w:szCs w:val="28"/>
        </w:rPr>
      </w:pPr>
      <w:rPr/>
      <w:r>
        <w:rPr>
          <w:rFonts w:ascii="Georgia" w:hAnsi="Georgia" w:cs="Georgia" w:eastAsia="Georgia"/>
          <w:sz w:val="64"/>
          <w:szCs w:val="64"/>
          <w:color w:val="FFFFFF"/>
          <w:spacing w:val="0"/>
          <w:w w:val="100"/>
        </w:rPr>
        <w:t>YOUR</w:t>
      </w:r>
      <w:r>
        <w:rPr>
          <w:rFonts w:ascii="Georgia" w:hAnsi="Georgia" w:cs="Georgia" w:eastAsia="Georgia"/>
          <w:sz w:val="64"/>
          <w:szCs w:val="64"/>
          <w:color w:val="FFFFFF"/>
          <w:spacing w:val="0"/>
          <w:w w:val="100"/>
        </w:rPr>
        <w:t> </w:t>
      </w:r>
      <w:r>
        <w:rPr>
          <w:rFonts w:ascii="Georgia" w:hAnsi="Georgia" w:cs="Georgia" w:eastAsia="Georgia"/>
          <w:sz w:val="64"/>
          <w:szCs w:val="64"/>
          <w:color w:val="FFFFFF"/>
          <w:spacing w:val="0"/>
          <w:w w:val="100"/>
        </w:rPr>
        <w:t>NAME</w:t>
      </w:r>
      <w:r>
        <w:rPr>
          <w:rFonts w:ascii="Georgia" w:hAnsi="Georgia" w:cs="Georgia" w:eastAsia="Georgia"/>
          <w:sz w:val="64"/>
          <w:szCs w:val="64"/>
          <w:color w:val="FFFFFF"/>
          <w:spacing w:val="20"/>
          <w:w w:val="100"/>
        </w:rPr>
        <w:t> </w:t>
      </w:r>
      <w:r>
        <w:rPr>
          <w:rFonts w:ascii="Georgia" w:hAnsi="Georgia" w:cs="Georgia" w:eastAsia="Georgia"/>
          <w:sz w:val="72"/>
          <w:szCs w:val="72"/>
          <w:color w:val="FFFFFF"/>
          <w:spacing w:val="0"/>
          <w:w w:val="100"/>
        </w:rPr>
        <w:t>.</w:t>
      </w:r>
      <w:r>
        <w:rPr>
          <w:rFonts w:ascii="Georgia" w:hAnsi="Georgia" w:cs="Georgia" w:eastAsia="Georgia"/>
          <w:sz w:val="72"/>
          <w:szCs w:val="72"/>
          <w:color w:val="FFFFFF"/>
          <w:spacing w:val="-2"/>
          <w:w w:val="100"/>
        </w:rPr>
        <w:t> </w:t>
      </w:r>
      <w:r>
        <w:rPr>
          <w:rFonts w:ascii="Georgia" w:hAnsi="Georgia" w:cs="Georgia" w:eastAsia="Georgia"/>
          <w:sz w:val="28"/>
          <w:szCs w:val="28"/>
          <w:color w:val="FFFFFF"/>
          <w:spacing w:val="0"/>
          <w:w w:val="100"/>
        </w:rPr>
        <w:t>MY</w:t>
      </w:r>
      <w:r>
        <w:rPr>
          <w:rFonts w:ascii="Georgia" w:hAnsi="Georgia" w:cs="Georgia" w:eastAsia="Georgia"/>
          <w:sz w:val="28"/>
          <w:szCs w:val="28"/>
          <w:color w:val="FFFFFF"/>
          <w:spacing w:val="0"/>
          <w:w w:val="100"/>
        </w:rPr>
        <w:t> </w:t>
      </w:r>
      <w:r>
        <w:rPr>
          <w:rFonts w:ascii="Georgia" w:hAnsi="Georgia" w:cs="Georgia" w:eastAsia="Georgia"/>
          <w:sz w:val="28"/>
          <w:szCs w:val="28"/>
          <w:color w:val="FFFFFF"/>
          <w:spacing w:val="0"/>
          <w:w w:val="100"/>
        </w:rPr>
        <w:t>JOB</w:t>
      </w:r>
      <w:r>
        <w:rPr>
          <w:rFonts w:ascii="Georgia" w:hAnsi="Georgia" w:cs="Georgia" w:eastAsia="Georgia"/>
          <w:sz w:val="28"/>
          <w:szCs w:val="28"/>
          <w:color w:val="FFFFFF"/>
          <w:spacing w:val="-5"/>
          <w:w w:val="100"/>
        </w:rPr>
        <w:t> </w:t>
      </w:r>
      <w:r>
        <w:rPr>
          <w:rFonts w:ascii="Georgia" w:hAnsi="Georgia" w:cs="Georgia" w:eastAsia="Georgia"/>
          <w:sz w:val="28"/>
          <w:szCs w:val="28"/>
          <w:color w:val="FFFFFF"/>
          <w:spacing w:val="0"/>
          <w:w w:val="100"/>
        </w:rPr>
        <w:t>TITLE</w:t>
      </w:r>
      <w:r>
        <w:rPr>
          <w:rFonts w:ascii="Georgia" w:hAnsi="Georgia" w:cs="Georgia" w:eastAsia="Georgia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22" w:lineRule="exact"/>
        <w:ind w:left="116" w:right="-2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Phone</w:t>
      </w:r>
      <w:r>
        <w:rPr>
          <w:rFonts w:ascii="Georgia" w:hAnsi="Georgia" w:cs="Georgia" w:eastAsia="Georgia"/>
          <w:sz w:val="20"/>
          <w:szCs w:val="20"/>
          <w:color w:val="FFFFFF"/>
          <w:spacing w:val="7"/>
          <w:w w:val="100"/>
          <w:position w:val="-1"/>
        </w:rPr>
        <w:t> 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nr.:</w:t>
      </w:r>
      <w:r>
        <w:rPr>
          <w:rFonts w:ascii="Georgia" w:hAnsi="Georgia" w:cs="Georgia" w:eastAsia="Georgia"/>
          <w:sz w:val="20"/>
          <w:szCs w:val="20"/>
          <w:color w:val="FFFFFF"/>
          <w:spacing w:val="4"/>
          <w:w w:val="100"/>
          <w:position w:val="-1"/>
        </w:rPr>
        <w:t> 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012</w:t>
      </w:r>
      <w:r>
        <w:rPr>
          <w:rFonts w:ascii="Georgia" w:hAnsi="Georgia" w:cs="Georgia" w:eastAsia="Georgia"/>
          <w:sz w:val="20"/>
          <w:szCs w:val="20"/>
          <w:color w:val="FFFFFF"/>
          <w:spacing w:val="4"/>
          <w:w w:val="100"/>
          <w:position w:val="-1"/>
        </w:rPr>
        <w:t> 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/</w:t>
      </w:r>
      <w:r>
        <w:rPr>
          <w:rFonts w:ascii="Georgia" w:hAnsi="Georgia" w:cs="Georgia" w:eastAsia="Georgia"/>
          <w:sz w:val="20"/>
          <w:szCs w:val="20"/>
          <w:color w:val="FFFFFF"/>
          <w:spacing w:val="2"/>
          <w:w w:val="100"/>
          <w:position w:val="-1"/>
        </w:rPr>
        <w:t> 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345</w:t>
      </w:r>
      <w:r>
        <w:rPr>
          <w:rFonts w:ascii="Georgia" w:hAnsi="Georgia" w:cs="Georgia" w:eastAsia="Georgia"/>
          <w:sz w:val="20"/>
          <w:szCs w:val="20"/>
          <w:color w:val="FFFFFF"/>
          <w:spacing w:val="4"/>
          <w:w w:val="100"/>
          <w:position w:val="-1"/>
        </w:rPr>
        <w:t> 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-</w:t>
      </w:r>
      <w:r>
        <w:rPr>
          <w:rFonts w:ascii="Georgia" w:hAnsi="Georgia" w:cs="Georgia" w:eastAsia="Georgia"/>
          <w:sz w:val="20"/>
          <w:szCs w:val="20"/>
          <w:color w:val="FFFFFF"/>
          <w:spacing w:val="2"/>
          <w:w w:val="100"/>
          <w:position w:val="-1"/>
        </w:rPr>
        <w:t> 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6789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   </w:t>
      </w:r>
      <w:r>
        <w:rPr>
          <w:rFonts w:ascii="Georgia" w:hAnsi="Georgia" w:cs="Georgia" w:eastAsia="Georgia"/>
          <w:sz w:val="20"/>
          <w:szCs w:val="20"/>
          <w:color w:val="FFFFFF"/>
          <w:spacing w:val="7"/>
          <w:w w:val="100"/>
          <w:position w:val="-1"/>
        </w:rPr>
        <w:t> 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/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   </w:t>
      </w:r>
      <w:r>
        <w:rPr>
          <w:rFonts w:ascii="Georgia" w:hAnsi="Georgia" w:cs="Georgia" w:eastAsia="Georgia"/>
          <w:sz w:val="20"/>
          <w:szCs w:val="20"/>
          <w:color w:val="FFFFFF"/>
          <w:spacing w:val="5"/>
          <w:w w:val="100"/>
          <w:position w:val="-1"/>
        </w:rPr>
        <w:t> </w:t>
      </w:r>
      <w:r>
        <w:rPr>
          <w:rFonts w:ascii="Georgia" w:hAnsi="Georgia" w:cs="Georgia" w:eastAsia="Georgia"/>
          <w:sz w:val="20"/>
          <w:szCs w:val="20"/>
          <w:color w:val="FFFFFF"/>
          <w:spacing w:val="0"/>
          <w:w w:val="100"/>
          <w:position w:val="-1"/>
        </w:rPr>
        <w:t>Email:</w:t>
      </w:r>
      <w:r>
        <w:rPr>
          <w:rFonts w:ascii="Georgia" w:hAnsi="Georgia" w:cs="Georgia" w:eastAsia="Georgia"/>
          <w:sz w:val="20"/>
          <w:szCs w:val="20"/>
          <w:color w:val="FFFFFF"/>
          <w:spacing w:val="-6"/>
          <w:w w:val="100"/>
          <w:position w:val="-1"/>
        </w:rPr>
        <w:t> </w:t>
      </w:r>
      <w:hyperlink r:id="rId5">
        <w:r>
          <w:rPr>
            <w:rFonts w:ascii="Georgia" w:hAnsi="Georgia" w:cs="Georgia" w:eastAsia="Georgia"/>
            <w:sz w:val="20"/>
            <w:szCs w:val="20"/>
            <w:color w:val="FFFFFF"/>
            <w:spacing w:val="0"/>
            <w:w w:val="100"/>
            <w:position w:val="-1"/>
          </w:rPr>
          <w:t>my-name@myemail.com</w:t>
        </w:r>
        <w:r>
          <w:rPr>
            <w:rFonts w:ascii="Georgia" w:hAnsi="Georgia" w:cs="Georgia" w:eastAsia="Georgia"/>
            <w:sz w:val="20"/>
            <w:szCs w:val="20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6" w:after="0" w:line="444" w:lineRule="exact"/>
        <w:ind w:left="796" w:right="-20"/>
        <w:jc w:val="left"/>
        <w:rPr>
          <w:rFonts w:ascii="Georgia" w:hAnsi="Georgia" w:cs="Georgia" w:eastAsia="Georgia"/>
          <w:sz w:val="40"/>
          <w:szCs w:val="40"/>
        </w:rPr>
      </w:pPr>
      <w:rPr/>
      <w:r>
        <w:rPr/>
        <w:pict>
          <v:group style="position:absolute;margin-left:53.6586pt;margin-top:-2.304743pt;width:28.3348pt;height:28.9484pt;mso-position-horizontal-relative:page;mso-position-vertical-relative:paragraph;z-index:-116" coordorigin="1073,-46" coordsize="567,579">
            <v:group style="position:absolute;left:1083;top:109;width:477;height:414" coordorigin="1083,109" coordsize="477,414">
              <v:shape style="position:absolute;left:1083;top:109;width:477;height:414" coordorigin="1083,109" coordsize="477,414" path="m1210,109l1083,141,1178,523,1560,428,1549,383,1210,383,1210,109e" filled="t" fillcolor="#0071A8" stroked="f">
                <v:path arrowok="t"/>
                <v:fill/>
              </v:shape>
            </v:group>
            <v:group style="position:absolute;left:1236;top:-36;width:394;height:394" coordorigin="1236,-36" coordsize="394,394">
              <v:shape style="position:absolute;left:1236;top:-36;width:394;height:394" coordorigin="1236,-36" coordsize="394,394" path="m1630,-36l1236,-36,1236,358,1630,358,1630,320,1375,320,1373,312,1372,312,1369,298,1369,296,1367,274,1365,268,1286,268,1274,2,1630,2,1630,-36e" filled="t" fillcolor="#0071A8" stroked="f">
                <v:path arrowok="t"/>
                <v:fill/>
              </v:shape>
              <v:shape style="position:absolute;left:1236;top:-36;width:394;height:394" coordorigin="1236,-36" coordsize="394,394" path="m1443,19l1382,37,1359,97,1361,112,1350,112,1354,130,1359,140,1361,148,1358,153,1368,169,1374,172,1373,193,1383,202,1383,235,1390,247,1408,260,1391,281,1383,295,1380,312,1375,320,1487,320,1486,319,1419,319,1417,313,1415,305,1423,286,1467,286,1459,278,1444,266,1469,255,1481,240,1483,202,1493,193,1492,172,1498,169,1503,161,1508,153,1505,148,1506,144,1507,140,1512,130,1515,115,1504,115,1505,112,1361,112,1350,111,1505,111,1506,102,1508,80,1496,56,1479,38,1460,26,1443,19e" filled="t" fillcolor="#0071A8" stroked="f">
                <v:path arrowok="t"/>
                <v:fill/>
              </v:shape>
              <v:shape style="position:absolute;left:1236;top:-36;width:394;height:394" coordorigin="1236,-36" coordsize="394,394" path="m1497,242l1499,275,1497,298,1493,312,1487,320,1630,320,1630,271,1592,271,1576,267,1556,262,1535,256,1509,247,1497,242e" filled="t" fillcolor="#0071A8" stroked="f">
                <v:path arrowok="t"/>
                <v:fill/>
              </v:shape>
              <v:shape style="position:absolute;left:1236;top:-36;width:394;height:394" coordorigin="1236,-36" coordsize="394,394" path="m1467,286l1442,286,1450,305,1449,313,1447,319,1486,319,1477,296,1467,286e" filled="t" fillcolor="#0071A8" stroked="f">
                <v:path arrowok="t"/>
                <v:fill/>
              </v:shape>
              <v:shape style="position:absolute;left:1236;top:-36;width:394;height:394" coordorigin="1236,-36" coordsize="394,394" path="m1630,2l1592,2,1592,271,1630,271,1630,2e" filled="t" fillcolor="#0071A8" stroked="f">
                <v:path arrowok="t"/>
                <v:fill/>
              </v:shape>
              <v:shape style="position:absolute;left:1236;top:-36;width:394;height:394" coordorigin="1236,-36" coordsize="394,394" path="m1359,250l1347,250,1326,257,1305,263,1286,268,1365,268,1359,250e" filled="t" fillcolor="#0071A8" stroked="f">
                <v:path arrowok="t"/>
                <v:fill/>
              </v:shape>
              <v:shape style="position:absolute;left:1236;top:-36;width:394;height:394" coordorigin="1236,-36" coordsize="394,394" path="m1516,111l1504,115,1515,115,1516,111e" filled="t" fillcolor="#0071A8" stroked="f">
                <v:path arrowok="t"/>
                <v:fill/>
              </v:shape>
            </v:group>
            <w10:wrap type="none"/>
          </v:group>
        </w:pict>
      </w:r>
      <w:r>
        <w:rPr>
          <w:rFonts w:ascii="Georgia" w:hAnsi="Georgia" w:cs="Georgia" w:eastAsia="Georgia"/>
          <w:sz w:val="40"/>
          <w:szCs w:val="40"/>
          <w:color w:val="0071A8"/>
          <w:spacing w:val="0"/>
          <w:w w:val="100"/>
          <w:position w:val="-1"/>
        </w:rPr>
        <w:t>Profile</w:t>
      </w:r>
      <w:r>
        <w:rPr>
          <w:rFonts w:ascii="Georgia" w:hAnsi="Georgia" w:cs="Georgia" w:eastAsia="Georgia"/>
          <w:sz w:val="40"/>
          <w:szCs w:val="40"/>
          <w:color w:val="000000"/>
          <w:spacing w:val="0"/>
          <w:w w:val="100"/>
          <w:position w:val="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" w:after="0" w:line="260" w:lineRule="atLeast"/>
        <w:ind w:left="114" w:right="13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Pellentesque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sed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dignissim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odio.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Fusce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accumsan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felis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metus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blandit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sed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ornare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mauris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hendrerit.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Sed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fringilla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orci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58524E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nunc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ullamcorper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ut</w:t>
      </w:r>
      <w:r>
        <w:rPr>
          <w:rFonts w:ascii="Arial" w:hAnsi="Arial" w:cs="Arial" w:eastAsia="Arial"/>
          <w:sz w:val="20"/>
          <w:szCs w:val="20"/>
          <w:color w:val="58524E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volutpat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eros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sagittis.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Sed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orci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mi,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tincidunt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non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sodales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sed,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placerat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amet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diam.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-11"/>
          <w:w w:val="100"/>
        </w:rPr>
        <w:t>V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estibulum</w:t>
      </w:r>
      <w:r>
        <w:rPr>
          <w:rFonts w:ascii="Arial" w:hAnsi="Arial" w:cs="Arial" w:eastAsia="Arial"/>
          <w:sz w:val="20"/>
          <w:szCs w:val="20"/>
          <w:color w:val="58524E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posuere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scelerisque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luctus.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Nullam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hendrerit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elit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in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eros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consequat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ac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tempor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libero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ultrices.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Suspendisse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vitae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convallis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ante.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Nunc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dignissim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mattis</w:t>
      </w:r>
      <w:r>
        <w:rPr>
          <w:rFonts w:ascii="Arial" w:hAnsi="Arial" w:cs="Arial" w:eastAsia="Arial"/>
          <w:sz w:val="20"/>
          <w:szCs w:val="20"/>
          <w:color w:val="58524E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fermentum.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Praesent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viverra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nisi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at</w:t>
      </w:r>
      <w:r>
        <w:rPr>
          <w:rFonts w:ascii="Arial" w:hAnsi="Arial" w:cs="Arial" w:eastAsia="Arial"/>
          <w:sz w:val="20"/>
          <w:szCs w:val="20"/>
          <w:color w:val="58524E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libero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iaculis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pulvina</w:t>
      </w:r>
      <w:r>
        <w:rPr>
          <w:rFonts w:ascii="Arial" w:hAnsi="Arial" w:cs="Arial" w:eastAsia="Arial"/>
          <w:sz w:val="20"/>
          <w:szCs w:val="20"/>
          <w:color w:val="58524E"/>
          <w:spacing w:val="-11"/>
          <w:w w:val="100"/>
        </w:rPr>
        <w:t>r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color w:val="58524E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Aliquam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erat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volutpat.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6" w:after="0" w:line="444" w:lineRule="exact"/>
        <w:ind w:left="816" w:right="-20"/>
        <w:jc w:val="left"/>
        <w:rPr>
          <w:rFonts w:ascii="Georgia" w:hAnsi="Georgia" w:cs="Georgia" w:eastAsia="Georgia"/>
          <w:sz w:val="40"/>
          <w:szCs w:val="40"/>
        </w:rPr>
      </w:pPr>
      <w:rPr/>
      <w:r>
        <w:rPr/>
        <w:pict>
          <v:group style="position:absolute;margin-left:56.667999pt;margin-top:-14.257085pt;width:481.916pt;height:.1pt;mso-position-horizontal-relative:page;mso-position-vertical-relative:paragraph;z-index:-118" coordorigin="1133,-285" coordsize="9638,2">
            <v:shape style="position:absolute;left:1133;top:-285;width:9638;height:2" coordorigin="1133,-285" coordsize="9638,0" path="m1133,-285l10772,-285e" filled="f" stroked="t" strokeweight=".546pt" strokecolor="#6E9DC7">
              <v:path arrowok="t"/>
            </v:shape>
          </v:group>
          <w10:wrap type="none"/>
        </w:pict>
      </w:r>
      <w:r>
        <w:rPr/>
        <w:pict>
          <v:group style="position:absolute;margin-left:56.707298pt;margin-top:-1.056164pt;width:26.385pt;height:25.328597pt;mso-position-horizontal-relative:page;mso-position-vertical-relative:paragraph;z-index:-113" coordorigin="1134,-21" coordsize="528,507">
            <v:shape style="position:absolute;left:1134;top:-21;width:528;height:507" coordorigin="1134,-21" coordsize="528,507" path="m1406,79l1382,83,1362,93,1348,109,1341,129,1344,154,1353,175,1368,190,1386,198,1413,196,1434,187,1449,174,1458,156,1461,139,1456,117,1445,99,1428,86,1406,79e" filled="t" fillcolor="#0071A8" stroked="f">
              <v:path arrowok="t"/>
              <v:fill/>
            </v:shape>
            <v:shape style="position:absolute;left:1134;top:-21;width:528;height:507" coordorigin="1134,-21" coordsize="528,507" path="m1408,-21l1339,-13,1277,10,1225,46,1183,93,1154,148,1148,168,1213,181,1221,161,1230,142,1270,94,1324,60,1387,46,1571,46,1562,37,1510,4,1451,-16,1430,-19,1408,-21e" filled="t" fillcolor="#0071A8" stroked="f">
              <v:path arrowok="t"/>
              <v:fill/>
            </v:shape>
            <v:shape style="position:absolute;left:1134;top:-21;width:528;height:507" coordorigin="1134,-21" coordsize="528,507" path="m1571,46l1387,46,1411,47,1434,50,1494,72,1541,109,1564,141,1533,181,1662,181,1662,99,1616,99,1605,82,1592,66,1577,51,1571,46e" filled="t" fillcolor="#0071A8" stroked="f">
              <v:path arrowok="t"/>
              <v:fill/>
            </v:shape>
            <v:shape style="position:absolute;left:1134;top:-21;width:528;height:507" coordorigin="1134,-21" coordsize="528,507" path="m1662,53l1616,99,1662,99,1662,53e" filled="t" fillcolor="#0071A8" stroked="f">
              <v:path arrowok="t"/>
              <v:fill/>
            </v:shape>
            <v:shape style="position:absolute;left:1134;top:-21;width:528;height:507" coordorigin="1134,-21" coordsize="528,507" path="m1279,377l1187,377,1200,393,1244,434,1297,465,1359,482,1403,485,1426,484,1490,469,1546,439,1572,418,1378,418,1357,414,1336,409,1317,401,1299,391,1282,379,1279,377e" filled="t" fillcolor="#0071A8" stroked="f">
              <v:path arrowok="t"/>
              <v:fill/>
            </v:shape>
            <v:shape style="position:absolute;left:1134;top:-21;width:528;height:507" coordorigin="1134,-21" coordsize="528,507" path="m1651,283l1583,283,1581,289,1573,307,1525,370,1471,402,1404,417,1378,418,1572,418,1619,362,1646,304,1651,283e" filled="t" fillcolor="#0071A8" stroked="f">
              <v:path arrowok="t"/>
              <v:fill/>
            </v:shape>
            <v:shape style="position:absolute;left:1134;top:-21;width:528;height:507" coordorigin="1134,-21" coordsize="528,507" path="m1263,283l1134,283,1134,411,1187,377,1279,377,1266,366,1252,351,1239,335,1228,317,1263,283e" filled="t" fillcolor="#0071A8" stroked="f">
              <v:path arrowok="t"/>
              <v:fill/>
            </v:shape>
            <v:shape style="position:absolute;left:1134;top:-21;width:528;height:507" coordorigin="1134,-21" coordsize="528,507" path="m1386,212l1317,212,1297,219,1285,237,1284,245,1284,327,1333,364,1393,379,1415,377,1474,358,1509,310,1400,310,1377,291,1386,212e" filled="t" fillcolor="#0071A8" stroked="f">
              <v:path arrowok="t"/>
              <v:fill/>
            </v:shape>
            <v:shape style="position:absolute;left:1134;top:-21;width:528;height:507" coordorigin="1134,-21" coordsize="528,507" path="m1414,212l1423,291,1400,310,1509,310,1517,245,1509,224,1491,213,1414,212e" filled="t" fillcolor="#0071A8" stroked="f">
              <v:path arrowok="t"/>
              <v:fill/>
            </v:shape>
          </v:group>
          <w10:wrap type="none"/>
        </w:pict>
      </w:r>
      <w:r>
        <w:rPr>
          <w:rFonts w:ascii="Georgia" w:hAnsi="Georgia" w:cs="Georgia" w:eastAsia="Georgia"/>
          <w:sz w:val="40"/>
          <w:szCs w:val="40"/>
          <w:color w:val="0071A8"/>
          <w:spacing w:val="0"/>
          <w:w w:val="100"/>
          <w:position w:val="-1"/>
        </w:rPr>
        <w:t>Education</w:t>
      </w:r>
      <w:r>
        <w:rPr>
          <w:rFonts w:ascii="Georgia" w:hAnsi="Georgia" w:cs="Georgia" w:eastAsia="Georgia"/>
          <w:sz w:val="40"/>
          <w:szCs w:val="40"/>
          <w:color w:val="000000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</w:sectPr>
      </w:pPr>
      <w:rPr/>
    </w:p>
    <w:p>
      <w:pPr>
        <w:spacing w:before="52" w:after="0" w:line="240" w:lineRule="auto"/>
        <w:ind w:left="116" w:right="-7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1998</w:t>
      </w:r>
      <w:r>
        <w:rPr>
          <w:rFonts w:ascii="Georgia" w:hAnsi="Georgia" w:cs="Georgia" w:eastAsia="Georgia"/>
          <w:sz w:val="20"/>
          <w:szCs w:val="20"/>
          <w:color w:val="949290"/>
          <w:spacing w:val="-4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-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2002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60" w:lineRule="atLeast"/>
        <w:ind w:right="64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  <w:b/>
          <w:bCs/>
        </w:rPr>
        <w:t>School1:</w:t>
      </w:r>
      <w:r>
        <w:rPr>
          <w:rFonts w:ascii="Arial" w:hAnsi="Arial" w:cs="Arial" w:eastAsia="Arial"/>
          <w:sz w:val="20"/>
          <w:szCs w:val="20"/>
          <w:color w:val="58524E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Lorem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ipsum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dolor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amet,</w:t>
      </w:r>
      <w:r>
        <w:rPr>
          <w:rFonts w:ascii="Arial" w:hAnsi="Arial" w:cs="Arial" w:eastAsia="Arial"/>
          <w:sz w:val="20"/>
          <w:szCs w:val="20"/>
          <w:color w:val="58524E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consectetur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adipiscing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elit.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Curabitur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imperdiet,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urna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sed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suscipit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scelerisque,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arcu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mauris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aliquam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lacus.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  <w:cols w:num="2" w:equalWidth="0">
            <w:col w:w="1188" w:space="899"/>
            <w:col w:w="7713"/>
          </w:cols>
        </w:sectPr>
      </w:pPr>
      <w:rPr/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</w:sectPr>
      </w:pPr>
      <w:rPr/>
    </w:p>
    <w:p>
      <w:pPr>
        <w:spacing w:before="52" w:after="0" w:line="240" w:lineRule="auto"/>
        <w:ind w:left="116" w:right="-7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2002</w:t>
      </w:r>
      <w:r>
        <w:rPr>
          <w:rFonts w:ascii="Georgia" w:hAnsi="Georgia" w:cs="Georgia" w:eastAsia="Georgia"/>
          <w:sz w:val="20"/>
          <w:szCs w:val="20"/>
          <w:color w:val="949290"/>
          <w:spacing w:val="-5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-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2006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34" w:after="0" w:line="271" w:lineRule="auto"/>
        <w:ind w:right="186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  <w:b/>
          <w:bCs/>
        </w:rPr>
        <w:t>School2:</w:t>
      </w:r>
      <w:r>
        <w:rPr>
          <w:rFonts w:ascii="Arial" w:hAnsi="Arial" w:cs="Arial" w:eastAsia="Arial"/>
          <w:sz w:val="20"/>
          <w:szCs w:val="20"/>
          <w:color w:val="58524E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Proin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mattis,</w:t>
      </w:r>
      <w:r>
        <w:rPr>
          <w:rFonts w:ascii="Arial" w:hAnsi="Arial" w:cs="Arial" w:eastAsia="Arial"/>
          <w:sz w:val="20"/>
          <w:szCs w:val="20"/>
          <w:color w:val="58524E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lorem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egestas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tristique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feugiat,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turpis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massa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adipiscing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nulla,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amet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hendrerit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libero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arcu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malesuada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felis.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0" w:after="0" w:line="260" w:lineRule="atLeast"/>
        <w:ind w:right="20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Nulla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eget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aliquet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felis.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Nulla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dui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neque,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congue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quis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venenatis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ac,</w:t>
      </w:r>
      <w:r>
        <w:rPr>
          <w:rFonts w:ascii="Arial" w:hAnsi="Arial" w:cs="Arial" w:eastAsia="Arial"/>
          <w:sz w:val="20"/>
          <w:szCs w:val="20"/>
          <w:color w:val="94929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faucibus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sit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amet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lorem.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  <w:cols w:num="2" w:equalWidth="0">
            <w:col w:w="1227" w:space="860"/>
            <w:col w:w="7713"/>
          </w:cols>
        </w:sectPr>
      </w:pPr>
      <w:rPr/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444" w:lineRule="exact"/>
        <w:ind w:left="816" w:right="-20"/>
        <w:jc w:val="left"/>
        <w:rPr>
          <w:rFonts w:ascii="Georgia" w:hAnsi="Georgia" w:cs="Georgia" w:eastAsia="Georgia"/>
          <w:sz w:val="40"/>
          <w:szCs w:val="40"/>
        </w:rPr>
      </w:pPr>
      <w:rPr/>
      <w:r>
        <w:rPr/>
        <w:pict>
          <v:group style="position:absolute;margin-left:56.773399pt;margin-top:-14.915657pt;width:481.811pt;height:.1pt;mso-position-horizontal-relative:page;mso-position-vertical-relative:paragraph;z-index:-117" coordorigin="1135,-298" coordsize="9636,2">
            <v:shape style="position:absolute;left:1135;top:-298;width:9636;height:2" coordorigin="1135,-298" coordsize="9636,0" path="m1135,-298l10772,-298e" filled="f" stroked="t" strokeweight=".546pt" strokecolor="#6E9DC7">
              <v:path arrowok="t"/>
            </v:shape>
          </v:group>
          <w10:wrap type="none"/>
        </w:pict>
      </w:r>
      <w:r>
        <w:rPr/>
        <w:pict>
          <v:group style="position:absolute;margin-left:56.166599pt;margin-top:-1.016992pt;width:27.7763pt;height:28.681734pt;mso-position-horizontal-relative:page;mso-position-vertical-relative:paragraph;z-index:-115" coordorigin="1123,-20" coordsize="556,574">
            <v:group style="position:absolute;left:1523;top:14;width:97;height:101" coordorigin="1523,14" coordsize="97,101">
              <v:shape style="position:absolute;left:1523;top:14;width:97;height:101" coordorigin="1523,14" coordsize="97,101" path="m1574,14l1551,19,1533,32,1523,50,1525,77,1535,97,1549,110,1568,115,1571,115,1593,110,1610,97,1620,78,1617,51,1608,31,1593,19,1574,14e" filled="t" fillcolor="#0071A8" stroked="f">
                <v:path arrowok="t"/>
                <v:fill/>
              </v:shape>
            </v:group>
            <v:group style="position:absolute;left:1512;top:125;width:157;height:343" coordorigin="1512,125" coordsize="157,343">
              <v:shape style="position:absolute;left:1512;top:125;width:157;height:343" coordorigin="1512,125" coordsize="157,343" path="m1656,125l1543,125,1548,135,1551,147,1551,295,1548,317,1538,335,1524,350,1512,440,1512,456,1524,468,1557,468,1567,461,1571,452,1631,452,1631,305,1656,305,1669,293,1669,138,1656,125e" filled="t" fillcolor="#0071A8" stroked="f">
                <v:path arrowok="t"/>
                <v:fill/>
              </v:shape>
              <v:shape style="position:absolute;left:1512;top:125;width:157;height:343" coordorigin="1512,125" coordsize="157,343" path="m1631,452l1571,452,1576,461,1585,468,1618,468,1631,456,1631,452e" filled="t" fillcolor="#0071A8" stroked="f">
                <v:path arrowok="t"/>
                <v:fill/>
              </v:shape>
            </v:group>
            <v:group style="position:absolute;left:1182;top:14;width:97;height:101" coordorigin="1182,14" coordsize="97,101">
              <v:shape style="position:absolute;left:1182;top:14;width:97;height:101" coordorigin="1182,14" coordsize="97,101" path="m1233,14l1210,19,1193,32,1182,50,1185,77,1194,97,1209,110,1227,115,1231,115,1253,110,1270,97,1280,78,1277,51,1267,31,1252,19,1233,14e" filled="t" fillcolor="#0071A8" stroked="f">
                <v:path arrowok="t"/>
                <v:fill/>
              </v:shape>
            </v:group>
            <v:group style="position:absolute;left:1133;top:125;width:157;height:343" coordorigin="1133,125" coordsize="157,343">
              <v:shape style="position:absolute;left:1133;top:125;width:157;height:343" coordorigin="1133,125" coordsize="157,343" path="m1254,125l1146,125,1133,138,1133,293,1146,305,1171,305,1171,456,1184,468,1217,468,1226,461,1231,452,1290,452,1290,359,1272,349,1257,334,1248,315,1245,295,1245,147,1249,135,1254,125e" filled="t" fillcolor="#0071A8" stroked="f">
                <v:path arrowok="t"/>
                <v:fill/>
              </v:shape>
              <v:shape style="position:absolute;left:1133;top:125;width:157;height:343" coordorigin="1133,125" coordsize="157,343" path="m1290,452l1231,452,1235,461,1245,468,1278,468,1290,456,1290,452e" filled="t" fillcolor="#0071A8" stroked="f">
                <v:path arrowok="t"/>
                <v:fill/>
              </v:shape>
            </v:group>
            <v:group style="position:absolute;left:1279;top:125;width:237;height:419" coordorigin="1279,125" coordsize="237,419">
              <v:shape style="position:absolute;left:1279;top:125;width:237;height:419" coordorigin="1279,125" coordsize="237,419" path="m1384,125l1314,125,1293,132,1281,149,1279,295,1286,316,1304,328,1326,330,1326,509,1333,530,1351,542,1367,543,1381,543,1393,535,1398,523,1466,523,1470,518,1471,330,1483,330,1504,322,1516,305,1517,226,1398,226,1375,206,1384,125e" filled="t" fillcolor="#0071A8" stroked="f">
                <v:path arrowok="t"/>
                <v:fill/>
              </v:shape>
            </v:group>
            <v:group style="position:absolute;left:1398;top:523;width:68;height:20" coordorigin="1398,523" coordsize="68,20">
              <v:shape style="position:absolute;left:1398;top:523;width:68;height:20" coordorigin="1398,523" coordsize="68,20" path="m1466,523l1398,523,1404,535,1416,543,1437,543,1458,536,1466,523e" filled="t" fillcolor="#0071A8" stroked="f">
                <v:path arrowok="t"/>
                <v:fill/>
              </v:shape>
            </v:group>
            <v:group style="position:absolute;left:1398;top:125;width:119;height:101" coordorigin="1398,125" coordsize="119,101">
              <v:shape style="position:absolute;left:1398;top:125;width:119;height:101" coordorigin="1398,125" coordsize="119,101" path="m1483,125l1413,125,1422,206,1398,226,1517,226,1517,159,1510,138,1493,126,1483,125e" filled="t" fillcolor="#0071A8" stroked="f">
                <v:path arrowok="t"/>
                <v:fill/>
              </v:shape>
            </v:group>
            <v:group style="position:absolute;left:1337;top:-10;width:122;height:120" coordorigin="1337,-10" coordsize="122,120">
              <v:shape style="position:absolute;left:1337;top:-10;width:122;height:120" coordorigin="1337,-10" coordsize="122,120" path="m1390,-10l1369,-3,1352,10,1341,29,1337,51,1337,54,1389,108,1417,109,1434,100,1448,84,1456,63,1458,36,1450,18,1435,3,1415,-7,1390,-10e" filled="t" fillcolor="#0071A8" stroked="f">
                <v:path arrowok="t"/>
                <v:fill/>
              </v:shape>
            </v:group>
            <w10:wrap type="none"/>
          </v:group>
        </w:pict>
      </w:r>
      <w:r>
        <w:rPr>
          <w:rFonts w:ascii="Georgia" w:hAnsi="Georgia" w:cs="Georgia" w:eastAsia="Georgia"/>
          <w:sz w:val="40"/>
          <w:szCs w:val="40"/>
          <w:color w:val="0071A8"/>
          <w:spacing w:val="0"/>
          <w:w w:val="100"/>
          <w:position w:val="-1"/>
        </w:rPr>
        <w:t>Experience</w:t>
      </w:r>
      <w:r>
        <w:rPr>
          <w:rFonts w:ascii="Georgia" w:hAnsi="Georgia" w:cs="Georgia" w:eastAsia="Georgia"/>
          <w:sz w:val="40"/>
          <w:szCs w:val="40"/>
          <w:color w:val="000000"/>
          <w:spacing w:val="0"/>
          <w:w w:val="100"/>
          <w:position w:val="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</w:sectPr>
      </w:pPr>
      <w:rPr/>
    </w:p>
    <w:p>
      <w:pPr>
        <w:spacing w:before="50" w:after="0" w:line="240" w:lineRule="auto"/>
        <w:ind w:left="116" w:right="-2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Company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1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8" w:after="0" w:line="240" w:lineRule="auto"/>
        <w:ind w:left="116" w:right="-7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2006</w:t>
      </w:r>
      <w:r>
        <w:rPr>
          <w:rFonts w:ascii="Georgia" w:hAnsi="Georgia" w:cs="Georgia" w:eastAsia="Georgia"/>
          <w:sz w:val="20"/>
          <w:szCs w:val="20"/>
          <w:color w:val="949290"/>
          <w:spacing w:val="-5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-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2009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4" w:after="0" w:line="260" w:lineRule="atLeast"/>
        <w:ind w:right="13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Lorem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ipsum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dolor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amet,</w:t>
      </w:r>
      <w:r>
        <w:rPr>
          <w:rFonts w:ascii="Arial" w:hAnsi="Arial" w:cs="Arial" w:eastAsia="Arial"/>
          <w:sz w:val="20"/>
          <w:szCs w:val="20"/>
          <w:color w:val="58524E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consectetur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adipiscing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elit.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Curabitur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imperdiet,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urna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sed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suscipit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scelerisque,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arcu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mauris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aliquam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lacus.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  <w:cols w:num="2" w:equalWidth="0">
            <w:col w:w="1228" w:space="858"/>
            <w:col w:w="7714"/>
          </w:cols>
        </w:sectPr>
      </w:pPr>
      <w:rPr/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</w:sectPr>
      </w:pPr>
      <w:rPr/>
    </w:p>
    <w:p>
      <w:pPr>
        <w:spacing w:before="46" w:after="0" w:line="240" w:lineRule="auto"/>
        <w:ind w:left="116" w:right="-2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Company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2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17" w:lineRule="exact"/>
        <w:ind w:left="116" w:right="-7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2009</w:t>
      </w:r>
      <w:r>
        <w:rPr>
          <w:rFonts w:ascii="Georgia" w:hAnsi="Georgia" w:cs="Georgia" w:eastAsia="Georgia"/>
          <w:sz w:val="20"/>
          <w:szCs w:val="20"/>
          <w:color w:val="949290"/>
          <w:spacing w:val="-5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-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2011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34" w:after="0" w:line="271" w:lineRule="auto"/>
        <w:ind w:right="33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Proin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mattis,</w:t>
      </w:r>
      <w:r>
        <w:rPr>
          <w:rFonts w:ascii="Arial" w:hAnsi="Arial" w:cs="Arial" w:eastAsia="Arial"/>
          <w:sz w:val="20"/>
          <w:szCs w:val="20"/>
          <w:color w:val="58524E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lorem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egestas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tristique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feugiat,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turpis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massa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adipiscing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nulla,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amet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hendrerit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libero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arcu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malesuada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felis.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0" w:after="0" w:line="260" w:lineRule="atLeast"/>
        <w:ind w:right="20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Nulla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eget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aliquet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felis.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Nulla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dui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neque,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congue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quis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venenatis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ac,</w:t>
      </w:r>
      <w:r>
        <w:rPr>
          <w:rFonts w:ascii="Arial" w:hAnsi="Arial" w:cs="Arial" w:eastAsia="Arial"/>
          <w:sz w:val="20"/>
          <w:szCs w:val="20"/>
          <w:color w:val="94929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faucibus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sit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amet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lorem.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  <w:cols w:num="2" w:equalWidth="0">
            <w:col w:w="1164" w:space="923"/>
            <w:col w:w="7713"/>
          </w:cols>
        </w:sectPr>
      </w:pPr>
      <w:rPr/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</w:sectPr>
      </w:pPr>
      <w:rPr/>
    </w:p>
    <w:p>
      <w:pPr>
        <w:spacing w:before="46" w:after="0" w:line="240" w:lineRule="auto"/>
        <w:ind w:left="116" w:right="-2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Company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3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17" w:lineRule="exact"/>
        <w:ind w:left="116" w:right="-7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2011</w:t>
      </w:r>
      <w:r>
        <w:rPr>
          <w:rFonts w:ascii="Georgia" w:hAnsi="Georgia" w:cs="Georgia" w:eastAsia="Georgia"/>
          <w:sz w:val="20"/>
          <w:szCs w:val="20"/>
          <w:color w:val="949290"/>
          <w:spacing w:val="-4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-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949290"/>
          <w:spacing w:val="0"/>
          <w:w w:val="100"/>
        </w:rPr>
        <w:t>present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34" w:after="0" w:line="271" w:lineRule="auto"/>
        <w:ind w:right="33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Proin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mattis,</w:t>
      </w:r>
      <w:r>
        <w:rPr>
          <w:rFonts w:ascii="Arial" w:hAnsi="Arial" w:cs="Arial" w:eastAsia="Arial"/>
          <w:sz w:val="20"/>
          <w:szCs w:val="20"/>
          <w:color w:val="58524E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lorem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egestas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tristique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feugiat,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turpis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massa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adipiscing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nulla,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sit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amet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hendrerit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libero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arcu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malesuada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felis.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50" w:after="0" w:line="260" w:lineRule="atLeast"/>
        <w:ind w:right="207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Nulla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eget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aliquet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felis.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Nulla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dui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neque,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congue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quis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venenatis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ac,</w:t>
      </w:r>
      <w:r>
        <w:rPr>
          <w:rFonts w:ascii="Arial" w:hAnsi="Arial" w:cs="Arial" w:eastAsia="Arial"/>
          <w:sz w:val="20"/>
          <w:szCs w:val="20"/>
          <w:color w:val="94929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faucibus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sit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amet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949290"/>
          <w:spacing w:val="0"/>
          <w:w w:val="100"/>
        </w:rPr>
        <w:t>lorem.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  <w:cols w:num="2" w:equalWidth="0">
            <w:col w:w="1357" w:space="730"/>
            <w:col w:w="7713"/>
          </w:cols>
        </w:sectPr>
      </w:pPr>
      <w:rPr/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444" w:lineRule="exact"/>
        <w:ind w:left="716" w:right="-20"/>
        <w:jc w:val="left"/>
        <w:rPr>
          <w:rFonts w:ascii="Georgia" w:hAnsi="Georgia" w:cs="Georgia" w:eastAsia="Georgia"/>
          <w:sz w:val="40"/>
          <w:szCs w:val="40"/>
        </w:rPr>
      </w:pPr>
      <w:rPr/>
      <w:r>
        <w:rPr/>
        <w:pict>
          <v:group style="position:absolute;margin-left:56.401611pt;margin-top:-2.704901pt;width:21.630245pt;height:28.839832pt;mso-position-horizontal-relative:page;mso-position-vertical-relative:paragraph;z-index:-114" coordorigin="1128,-54" coordsize="433,577">
            <v:group style="position:absolute;left:1260;top:39;width:168;height:370" coordorigin="1260,39" coordsize="168,370">
              <v:shape style="position:absolute;left:1260;top:39;width:168;height:370" coordorigin="1260,39" coordsize="168,370" path="m1396,280l1293,280,1293,408,1396,408,1396,280e" filled="t" fillcolor="#0071A8" stroked="f">
                <v:path arrowok="t"/>
                <v:fill/>
              </v:shape>
              <v:shape style="position:absolute;left:1260;top:39;width:168;height:370" coordorigin="1260,39" coordsize="168,370" path="m1334,134l1271,134,1260,145,1260,269,1271,280,1418,280,1429,269,1429,206,1344,206,1328,192,1334,134e" filled="t" fillcolor="#0071A8" stroked="f">
                <v:path arrowok="t"/>
                <v:fill/>
              </v:shape>
              <v:shape style="position:absolute;left:1260;top:39;width:168;height:370" coordorigin="1260,39" coordsize="168,370" path="m1418,134l1355,134,1361,192,1344,206,1429,206,1429,145,1418,134e" filled="t" fillcolor="#0071A8" stroked="f">
                <v:path arrowok="t"/>
                <v:fill/>
              </v:shape>
              <v:shape style="position:absolute;left:1260;top:39;width:168;height:370" coordorigin="1260,39" coordsize="168,370" path="m1341,39l1320,46,1306,62,1301,84,1307,105,1323,120,1344,126,1351,125,1370,117,1383,101,1388,77,1380,57,1364,44,1341,39e" filled="t" fillcolor="#0071A8" stroked="f">
                <v:path arrowok="t"/>
                <v:fill/>
              </v:shape>
            </v:group>
            <v:group style="position:absolute;left:1138;top:-44;width:413;height:557" coordorigin="1138,-44" coordsize="413,557">
              <v:shape style="position:absolute;left:1138;top:-44;width:413;height:557" coordorigin="1138,-44" coordsize="413,557" path="m1432,477l1291,477,1300,494,1317,507,1339,513,1364,509,1383,499,1395,484,1432,477e" filled="t" fillcolor="#0071A8" stroked="f">
                <v:path arrowok="t"/>
                <v:fill/>
              </v:shape>
              <v:shape style="position:absolute;left:1138;top:-44;width:413;height:557" coordorigin="1138,-44" coordsize="413,557" path="m1449,434l1240,434,1240,469,1247,477,1441,477,1449,469,1449,434e" filled="t" fillcolor="#0071A8" stroked="f">
                <v:path arrowok="t"/>
                <v:fill/>
              </v:shape>
              <v:shape style="position:absolute;left:1138;top:-44;width:413;height:557" coordorigin="1138,-44" coordsize="413,557" path="m1325,-44l1261,-27,1207,8,1167,58,1143,121,1138,169,1140,188,1166,264,1203,315,1214,333,1224,350,1232,369,1237,388,1239,408,1269,391,1248,330,1207,266,1197,250,1173,174,1172,151,1175,129,1199,69,1244,22,1305,-5,1352,-11,1452,-11,1441,-18,1420,-27,1398,-34,1375,-40,1350,-43,1325,-44e" filled="t" fillcolor="#0071A8" stroked="f">
                <v:path arrowok="t"/>
                <v:fill/>
              </v:shape>
              <v:shape style="position:absolute;left:1138;top:-44;width:413;height:557" coordorigin="1138,-44" coordsize="413,557" path="m1452,-11l1352,-11,1374,-9,1396,-3,1453,28,1494,77,1515,141,1517,165,1515,184,1486,259,1473,277,1463,291,1434,344,1418,408,1450,402,1452,385,1458,368,1500,297,1515,277,1526,260,1547,203,1551,154,1549,132,1530,72,1493,21,1460,-7,1452,-11e" filled="t" fillcolor="#0071A8" stroked="f">
                <v:path arrowok="t"/>
                <v:fill/>
              </v:shape>
            </v:group>
            <w10:wrap type="none"/>
          </v:group>
        </w:pict>
      </w:r>
      <w:r>
        <w:rPr>
          <w:rFonts w:ascii="Georgia" w:hAnsi="Georgia" w:cs="Georgia" w:eastAsia="Georgia"/>
          <w:sz w:val="40"/>
          <w:szCs w:val="40"/>
          <w:color w:val="0071A8"/>
          <w:spacing w:val="0"/>
          <w:w w:val="100"/>
          <w:position w:val="-1"/>
        </w:rPr>
        <w:t>Skills</w:t>
      </w:r>
      <w:r>
        <w:rPr>
          <w:rFonts w:ascii="Georgia" w:hAnsi="Georgia" w:cs="Georgia" w:eastAsia="Georgia"/>
          <w:sz w:val="40"/>
          <w:szCs w:val="40"/>
          <w:color w:val="000000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1920" w:h="16840"/>
          <w:pgMar w:top="900" w:bottom="280" w:left="1020" w:right="1100"/>
        </w:sectPr>
      </w:pPr>
      <w:rPr/>
    </w:p>
    <w:p>
      <w:pPr>
        <w:spacing w:before="49" w:after="0" w:line="240" w:lineRule="auto"/>
        <w:ind w:left="116" w:right="-44"/>
        <w:jc w:val="left"/>
        <w:rPr>
          <w:rFonts w:ascii="Georgia" w:hAnsi="Georgia" w:cs="Georgia" w:eastAsia="Georgia"/>
          <w:sz w:val="20"/>
          <w:szCs w:val="20"/>
        </w:rPr>
      </w:pPr>
      <w:rPr/>
      <w:r>
        <w:rPr/>
        <w:pict>
          <v:group style="position:absolute;margin-left:56.433998pt;margin-top:587.126343pt;width:509.3463pt;height:227pt;mso-position-horizontal-relative:page;mso-position-vertical-relative:page;z-index:-120" coordorigin="1129,11743" coordsize="10187,4540">
            <v:group style="position:absolute;left:3245;top:11753;width:3689;height:4520" coordorigin="3245,11753" coordsize="3689,4520">
              <v:shape style="position:absolute;left:3245;top:11753;width:3689;height:4520" coordorigin="3245,11753" coordsize="3689,4520" path="m5553,16253l4906,16253,4943,16273,5498,16273,5553,1625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5661,16233l4794,16233,4831,16253,5608,16253,5661,1623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5817,16193l4648,16193,4684,16213,4721,16213,4757,16233,5714,16233,5817,1619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6011,11873l4612,11873,4497,11933,4460,11933,4350,11993,4280,12033,4211,12073,4145,12113,4112,12153,4049,12193,4018,12213,3987,12253,3957,12273,3928,12293,3899,12333,3870,12353,3842,12393,3815,12413,3787,12453,3761,12493,3735,12513,3710,12553,3685,12593,3661,12613,3638,12653,3615,12693,3593,12733,3571,12753,3529,12833,3490,12913,3454,12993,3420,13073,3388,13153,3374,13213,3360,13253,3347,13293,3334,13333,3323,13373,3312,13433,3302,13473,3293,13513,3285,13573,3277,13613,3271,13653,3265,13713,3260,13753,3255,13813,3252,13853,3249,13913,3247,13953,3246,14013,3245,14053,3246,14113,3247,14153,3249,14213,3252,14253,3255,14313,3260,14353,3265,14413,3271,14453,3278,14513,3286,14553,3294,14593,3303,14653,3314,14693,3324,14733,3336,14773,3349,14813,3362,14873,3391,14953,3423,15033,3458,15113,3494,15193,3533,15273,3553,15293,3574,15333,3596,15373,3617,15413,3640,15433,3663,15473,3686,15513,3711,15533,3735,15573,3760,15593,3786,15633,3812,15653,3839,15693,3867,15713,3895,15753,3952,15793,3981,15833,4041,15873,4102,15913,4134,15953,4197,15993,4263,16033,4330,16073,4364,16073,4398,16093,4504,16153,4540,16153,4612,16193,5867,16193,5965,16153,6060,16113,6106,16093,6151,16053,6240,16013,6282,15973,6324,15953,6345,15933,5244,15933,5213,15913,5152,15913,5122,15893,5063,15893,5034,15873,5006,15873,4977,15853,4949,15853,4894,15813,4867,15813,4814,15773,4788,15753,4762,15753,4737,15733,4687,15693,4639,15653,4592,15613,4546,15573,4481,15513,4439,15453,4419,15433,4399,15413,4379,15393,4360,15353,4341,15333,4322,15313,4305,15273,4287,15253,4270,15213,4254,15193,4237,15153,4222,15133,4206,15093,4192,15073,4177,15033,4163,15013,4150,14973,4137,14953,4125,14913,4112,14873,4101,14853,4090,14813,4079,14773,4069,14733,4059,14713,4050,14673,4041,14633,4033,14593,4025,14573,4012,14493,4000,14413,3991,14333,3983,14253,3978,14173,3975,14093,3974,14013,3974,13973,3975,13933,3976,13873,3978,13833,3980,13793,3983,13733,3990,13653,3999,13573,4010,13493,4016,13453,4023,13393,4038,13313,4055,13233,4065,13213,4074,13173,4095,13093,4118,13013,4142,12953,4154,12913,4167,12873,4180,12853,4194,12813,4208,12793,4222,12753,4237,12733,4252,12693,4268,12673,4284,12633,4300,12613,4317,12593,4334,12553,4351,12533,4370,12513,4389,12493,4409,12453,4469,12393,4533,12333,4599,12273,4645,12233,4669,12213,4692,12213,4717,12193,4741,12173,4766,12153,4791,12153,4817,12133,4843,12133,4895,12093,4921,12093,4948,12073,5001,12073,5029,12053,5084,12053,5111,12033,5225,12033,5253,12013,6281,12013,6233,11973,6209,11973,6185,11953,6160,11953,6111,11913,6086,11913,6061,11893,6036,11893,6011,1187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6705,14973l6683,15033,6658,15093,6631,15153,6602,15213,6582,15253,6572,15253,6561,15273,6528,15333,6493,15393,6481,15393,6469,15413,6456,15433,6444,15453,6431,15473,6418,15473,6405,15493,6392,15513,6378,15533,6365,15533,6351,15553,6337,15573,6322,15593,6308,15593,6293,15613,6279,15633,6264,15633,6249,15653,6233,15673,6218,15673,6202,15693,6186,15713,6169,15713,6152,15733,6135,15733,6118,15753,6100,15753,6083,15773,6065,15773,6046,15793,6028,15793,6009,15813,5989,15813,5970,15833,5950,15833,5930,15853,5889,15853,5868,15873,5826,15873,5805,15893,5761,15893,5740,15913,5650,15913,5627,15933,6345,15933,6365,15913,6406,15873,6445,15853,6521,15773,6594,15693,6629,15633,6664,15593,6697,15553,6730,15493,6762,15433,6792,15393,6822,15333,6852,15273,6880,15213,6907,15153,6934,15093,6705,1497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6745,11853l6501,11853,6376,12053,5631,12053,5653,12073,5675,12073,5697,12093,5739,12093,5760,12113,5781,12133,5801,12133,5821,12153,5840,12153,5860,12173,5879,12193,5898,12193,5916,12213,5935,12233,5953,12253,5971,12253,6022,12313,6055,12353,6071,12353,6118,12413,6161,12473,6199,12533,6235,12593,6270,12673,6282,12693,6315,12753,6336,12813,6346,12833,6356,12853,6366,12873,6376,12913,6386,12933,6395,12953,6404,12993,6413,13013,6422,13033,6430,13053,6439,13093,6446,13113,6454,13133,6462,13153,6469,13193,6476,13213,6482,13233,6489,13253,6495,13273,6501,13313,6507,13333,6512,13353,6517,13373,6522,13393,6772,13393,6745,1185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6305,12013l5442,12013,5467,12033,5562,12033,5585,12053,6353,12053,6305,1201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5883,11833l4728,11833,4650,11873,5960,11873,5934,11853,5909,11853,5883,1183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5804,11813l4808,11813,4768,11833,5830,11833,5804,1181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5722,11793l4888,11793,4847,11813,5750,11813,5722,1179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5638,11773l5010,11773,4969,11793,5666,11793,5638,11773e" filled="t" fillcolor="#EBEBEC" stroked="f">
                <v:path arrowok="t"/>
                <v:fill/>
              </v:shape>
              <v:shape style="position:absolute;left:3245;top:11753;width:3689;height:4520" coordorigin="3245,11753" coordsize="3689,4520" path="m5430,11753l5177,11753,5135,11773,5460,11773,5430,11753e" filled="t" fillcolor="#EBEBEC" stroked="f">
                <v:path arrowok="t"/>
                <v:fill/>
              </v:shape>
            </v:group>
            <v:group style="position:absolute;left:6901;top:11844;width:4405;height:4380" coordorigin="6901,11844" coordsize="4405,4380">
              <v:shape style="position:absolute;left:6901;top:11844;width:4405;height:4380" coordorigin="6901,11844" coordsize="4405,4380" path="m8177,12364l7473,12364,7484,12384,7494,12404,7521,12464,7544,12524,7578,12604,7618,12724,7663,12844,7713,12964,7769,13124,7862,13364,7967,13644,8083,13964,8585,15304,8931,16224,9184,16224,9227,16124,9270,16004,9313,15904,9356,15784,9441,15584,9484,15464,9526,15364,9554,15284,9267,15284,8657,13664,8177,1236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0839,12244l10309,12244,10320,12264,10329,12284,10335,12304,10339,12324,10340,12344,10339,12364,10335,12424,10327,12484,10323,12504,10321,12524,10319,12544,10316,12544,10313,12564,10309,12584,10305,12584,10301,12604,10285,12664,10266,12724,10243,12784,10234,12824,10225,12844,10216,12864,10206,12904,10195,12924,10183,12964,10170,12984,10156,13024,10141,13064,10126,13104,10109,13164,10091,13204,10072,13244,10052,13304,10032,13364,10010,13404,9987,13464,9963,13524,9939,13604,9913,13664,9886,13724,9859,13804,9830,13884,9800,13944,9770,14024,9741,14104,9711,14184,9682,14244,9654,14324,9625,14404,9597,14464,9570,14544,9543,14604,9516,14664,9489,14744,9463,14804,9437,14864,9412,14924,9387,14984,9362,15044,9338,15104,9314,15164,9290,15224,9267,15284,9554,15284,9568,15244,9653,15044,9695,14924,9778,14724,9819,14604,9902,14404,9984,14204,10025,14104,10066,14004,10105,13904,10143,13804,10181,13704,10217,13624,10252,13524,10286,13444,10320,13364,10352,13284,10384,13204,10414,13124,10443,13064,10472,12984,10500,12924,10526,12864,10552,12784,10577,12724,10600,12684,10623,12624,10645,12564,10663,12524,10672,12504,10681,12484,10690,12484,10699,12464,10727,12404,10746,12364,10756,12364,10766,12344,10777,12324,10788,12304,10800,12304,10812,12284,10825,12264,10839,1224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8148,12224l7339,12224,7355,12244,7370,12264,7384,12264,7398,12284,7412,12304,7426,12304,7439,12324,7451,12344,7462,12364,8171,12364,8166,12344,8159,12304,8154,12284,8151,12264,8149,12244,8148,1222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0886,12204l10266,12204,10280,12224,10296,12244,10854,12244,10869,12224,10886,1220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8175,12164l7255,12164,7272,12184,7290,12184,7307,12204,7323,12224,8150,12224,8155,12204,8163,12184,8175,1216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0922,12184l10234,12184,10250,12204,10903,12204,10922,1218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0955,12164l10181,12164,10200,12184,10941,12184,10955,1216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8207,12144l7220,12144,7238,12164,8189,12164,8207,1214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0987,12144l10141,12144,10162,12164,10970,12164,10987,1214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8253,12124l7165,12124,7184,12144,8228,12144,8253,1212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1041,12124l10079,12124,10099,12144,11022,12144,11041,1212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8328,12104l7128,12104,7147,12124,8312,12124,8328,1210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1106,12104l10001,12104,10020,12124,11083,12124,11106,1210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8435,12084l7046,12084,7067,12104,8417,12104,8435,1208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1175,12084l9902,12084,9925,12104,11153,12104,11175,1208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8622,12064l6928,12064,6947,12084,8599,12084,8622,1206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1272,12064l9743,12064,9762,12084,11254,12084,11272,1206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8691,11844l6901,11844,6910,12064,8691,12064,8691,11844e" filled="t" fillcolor="#EBEBEC" stroked="f">
                <v:path arrowok="t"/>
                <v:fill/>
              </v:shape>
              <v:shape style="position:absolute;left:6901;top:11844;width:4405;height:4380" coordorigin="6901,11844" coordsize="4405,4380" path="m11306,11844l9697,11844,9706,12064,11306,12064,11306,11844e" filled="t" fillcolor="#EBEBEC" stroked="f">
                <v:path arrowok="t"/>
                <v:fill/>
              </v:shape>
            </v:group>
            <v:group style="position:absolute;left:1134;top:13508;width:9638;height:2" coordorigin="1134,13508" coordsize="9638,2">
              <v:shape style="position:absolute;left:1134;top:13508;width:9638;height:2" coordorigin="1134,13508" coordsize="9638,0" path="m1134,13508l10772,13508e" filled="f" stroked="t" strokeweight=".546pt" strokecolor="#6E9DC7">
                <v:path arrowok="t"/>
              </v:shape>
            </v:group>
            <w10:wrap type="none"/>
          </v:group>
        </w:pict>
      </w:r>
      <w:r>
        <w:rPr/>
        <w:pict>
          <v:group style="position:absolute;margin-left:0pt;margin-top:0pt;width:595.280029pt;height:135.417015pt;mso-position-horizontal-relative:page;mso-position-vertical-relative:page;z-index:-119" coordorigin="0,0" coordsize="11906,2708">
            <v:group style="position:absolute;left:0;top:0;width:11906;height:2494" coordorigin="0,0" coordsize="11906,2494">
              <v:shape style="position:absolute;left:0;top:0;width:11906;height:2494" coordorigin="0,0" coordsize="11906,2494" path="m11906,2494l0,2494,0,0,11906,0,11906,2494e" filled="t" fillcolor="#0071A8" stroked="f">
                <v:path arrowok="t"/>
                <v:fill/>
              </v:shape>
            </v:group>
            <v:group style="position:absolute;left:9071;top:998;width:1701;height:1701" coordorigin="9071,998" coordsize="1701,1701">
              <v:shape style="position:absolute;left:9071;top:998;width:1701;height:1701" coordorigin="9071,998" coordsize="1701,1701" path="m9071,998l10772,998,10772,2698,9071,2698,9071,998e" filled="t" fillcolor="#CBD6E7" stroked="f">
                <v:path arrowok="t"/>
                <v:fill/>
              </v:shape>
            </v:group>
            <v:group style="position:absolute;left:9071;top:1064;width:1701;height:1634" coordorigin="9071,1064" coordsize="1701,1634">
              <v:shape style="position:absolute;left:9071;top:1064;width:1701;height:1634" coordorigin="9071,1064" coordsize="1701,1634" path="m9584,2244l9570,2250,9553,2256,9536,2262,9516,2270,9495,2278,9473,2284,9451,2292,9429,2298,9406,2306,9361,2318,9339,2326,9230,2356,9190,2368,9170,2372,9151,2378,9134,2382,9116,2386,9100,2390,9085,2394,9071,2396,9071,2698,10772,2698,10772,2668,10205,2668,10204,2660,9624,2660,9614,2644,9604,2628,9596,2616,9589,2602,9582,2590,9577,2578,9563,2506,9563,2496,9563,2472,9569,2390,9575,2326,9579,2286,9584,2244e" filled="t" fillcolor="#759BC4" stroked="f">
                <v:path arrowok="t"/>
                <v:fill/>
              </v:shape>
              <v:shape style="position:absolute;left:9071;top:1064;width:1701;height:1634" coordorigin="9071,1064" coordsize="1701,1634" path="m10261,2244l10265,2288,10267,2330,10268,2362,10268,2404,10267,2436,10263,2496,10251,2566,10233,2626,10229,2638,10226,2646,10223,2652,10220,2656,10219,2658,10218,2660,10205,2668,10772,2668,10772,2396,10758,2394,10742,2390,10726,2386,10709,2382,10691,2378,10673,2372,10653,2368,10613,2356,10592,2352,10570,2346,10549,2338,10483,2320,10461,2312,10417,2300,10396,2292,10374,2286,10351,2278,10330,2272,10310,2264,10292,2258,10276,2250,10261,2244e" filled="t" fillcolor="#759BC4" stroked="f">
                <v:path arrowok="t"/>
                <v:fill/>
              </v:shape>
              <v:shape style="position:absolute;left:9071;top:1064;width:1701;height:1634" coordorigin="9071,1064" coordsize="1701,1634" path="m9517,1562l9499,1562,9491,1568,9505,1636,9533,1712,9537,1722,9538,1736,9537,1752,9537,1770,9539,1788,9587,1856,9609,1872,9608,1894,9610,1956,9637,2012,9652,2026,9657,2204,9692,2262,9737,2306,9757,2318,9780,2332,9805,2342,9833,2350,9864,2354,9831,2376,9751,2430,9697,2472,9656,2522,9639,2596,9638,2660,10204,2660,10203,2646,9848,2646,9840,2620,9834,2596,9830,2576,9848,2532,9860,2502,9868,2484,9874,2474,9879,2472,10106,2472,10100,2466,10082,2448,10064,2432,10046,2416,10029,2402,10013,2390,9999,2380,9986,2370,9976,2364,9969,2360,9965,2356,10027,2346,10098,2312,10146,2268,10180,2216,10184,2208,10186,2030,10201,2010,10213,1988,10231,1914,10233,1874,10252,1864,10301,1794,10305,1756,10304,1742,10304,1728,10308,1718,10322,1682,10330,1662,10338,1640,10344,1618,10344,1592,10335,1578,10330,1576,10296,1576,10296,1570,9548,1570,9517,1562e" filled="t" fillcolor="#759BC4" stroked="f">
                <v:path arrowok="t"/>
                <v:fill/>
              </v:shape>
              <v:shape style="position:absolute;left:9071;top:1064;width:1701;height:1634" coordorigin="9071,1064" coordsize="1701,1634" path="m10106,2472l9959,2472,9968,2480,9980,2500,9993,2526,10004,2550,10012,2566,10009,2596,10006,2614,10002,2628,9995,2646,10203,2646,10179,2572,10135,2506,10118,2484,10106,2472e" filled="t" fillcolor="#759BC4" stroked="f">
                <v:path arrowok="t"/>
                <v:fill/>
              </v:shape>
              <v:shape style="position:absolute;left:9071;top:1064;width:1701;height:1634" coordorigin="9071,1064" coordsize="1701,1634" path="m10320,1572l10306,1574,10296,1576,10330,1576,10320,1572e" filled="t" fillcolor="#759BC4" stroked="f">
                <v:path arrowok="t"/>
                <v:fill/>
              </v:shape>
              <v:shape style="position:absolute;left:9071;top:1064;width:1701;height:1634" coordorigin="9071,1064" coordsize="1701,1634" path="m9932,1064l9910,1064,9897,1066,9881,1070,9863,1074,9843,1080,9821,1088,9799,1094,9775,1104,9727,1124,9703,1136,9680,1150,9657,1162,9636,1176,9616,1192,9598,1206,9581,1222,9549,1274,9533,1342,9529,1412,9529,1436,9535,1498,9543,1546,9546,1560,9548,1570,10296,1570,10297,1566,10301,1542,10311,1470,10314,1404,10313,1380,10304,1310,10278,1250,10229,1198,10164,1152,10092,1116,10068,1104,10044,1096,10021,1088,10000,1080,9980,1074,9962,1070,9946,1066,9932,1064e" filled="t" fillcolor="#759BC4" stroked="f">
                <v:path arrowok="t"/>
                <v:fill/>
              </v:shape>
            </v:group>
            <w10:wrap type="none"/>
          </v:group>
        </w:pic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Diploma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1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16" w:right="-70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Diploma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2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16" w:right="-69"/>
        <w:jc w:val="left"/>
        <w:rPr>
          <w:rFonts w:ascii="Georgia" w:hAnsi="Georgia" w:cs="Georgia" w:eastAsia="Georgia"/>
          <w:sz w:val="20"/>
          <w:szCs w:val="20"/>
        </w:rPr>
      </w:pPr>
      <w:rPr/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Diploma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 </w:t>
      </w:r>
      <w:r>
        <w:rPr>
          <w:rFonts w:ascii="Georgia" w:hAnsi="Georgia" w:cs="Georgia" w:eastAsia="Georgia"/>
          <w:sz w:val="20"/>
          <w:szCs w:val="20"/>
          <w:color w:val="58524E"/>
          <w:spacing w:val="0"/>
          <w:w w:val="100"/>
        </w:rPr>
        <w:t>3</w:t>
      </w:r>
      <w:r>
        <w:rPr>
          <w:rFonts w:ascii="Georgia" w:hAnsi="Georgia" w:cs="Georgia" w:eastAsia="Georgia"/>
          <w:sz w:val="20"/>
          <w:szCs w:val="20"/>
          <w:color w:val="000000"/>
          <w:spacing w:val="0"/>
          <w:w w:val="100"/>
        </w:rPr>
      </w:r>
    </w:p>
    <w:p>
      <w:pPr>
        <w:spacing w:before="34" w:after="0" w:line="354" w:lineRule="auto"/>
        <w:ind w:right="6755"/>
        <w:jc w:val="both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Advanced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Advanced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color w:val="58524E"/>
          <w:spacing w:val="0"/>
          <w:w w:val="100"/>
        </w:rPr>
        <w:t>Medium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sectPr>
      <w:type w:val="continuous"/>
      <w:pgSz w:w="11920" w:h="16840"/>
      <w:pgMar w:top="900" w:bottom="280" w:left="1020" w:right="1100"/>
      <w:cols w:num="2" w:equalWidth="0">
        <w:col w:w="1041" w:space="1046"/>
        <w:col w:w="771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eorgia">
    <w:altName w:val="Georg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y-name@myemail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CV_design_03</dc:title>
  <dcterms:created xsi:type="dcterms:W3CDTF">2013-02-20T12:48:40Z</dcterms:created>
  <dcterms:modified xsi:type="dcterms:W3CDTF">2013-02-20T12:48:40Z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2013-02-19T00:00:00Z</vt:filetime>
  </property>
  <property fmtid="{D5CDD505-2E9C-101B-9397-08002B2CF9AE}" pid="3" name="LastSaved">
    <vt:filetime>2013-02-20T00:00:00Z</vt:filetime>
  </property>
</Properties>
</file>